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5C5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0E9803A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3461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3A26E7">
        <w:rPr>
          <w:rFonts w:ascii="Corbel" w:hAnsi="Corbel"/>
          <w:i/>
          <w:smallCaps/>
          <w:sz w:val="24"/>
          <w:szCs w:val="24"/>
        </w:rPr>
        <w:t>2019-2022</w:t>
      </w:r>
    </w:p>
    <w:p w14:paraId="1ECEC073" w14:textId="63063D73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B77D8">
        <w:rPr>
          <w:rFonts w:ascii="Corbel" w:hAnsi="Corbel"/>
          <w:sz w:val="20"/>
          <w:szCs w:val="20"/>
        </w:rPr>
        <w:t xml:space="preserve"> </w:t>
      </w:r>
      <w:r w:rsidR="004E6130">
        <w:rPr>
          <w:rFonts w:ascii="Corbel" w:hAnsi="Corbel"/>
          <w:sz w:val="20"/>
          <w:szCs w:val="20"/>
        </w:rPr>
        <w:t>20</w:t>
      </w:r>
      <w:r w:rsidR="003A26E7">
        <w:rPr>
          <w:rFonts w:ascii="Corbel" w:hAnsi="Corbel"/>
          <w:sz w:val="20"/>
          <w:szCs w:val="20"/>
        </w:rPr>
        <w:t>19</w:t>
      </w:r>
      <w:r w:rsidR="004E6130">
        <w:rPr>
          <w:rFonts w:ascii="Corbel" w:hAnsi="Corbel"/>
          <w:sz w:val="20"/>
          <w:szCs w:val="20"/>
        </w:rPr>
        <w:t>/202</w:t>
      </w:r>
      <w:r w:rsidR="003A26E7">
        <w:rPr>
          <w:rFonts w:ascii="Corbel" w:hAnsi="Corbel"/>
          <w:sz w:val="20"/>
          <w:szCs w:val="20"/>
        </w:rPr>
        <w:t>0</w:t>
      </w:r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36DD43E9" w:rsidR="0085747A" w:rsidRPr="009C54AE" w:rsidRDefault="005C30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5C30A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UR,</w:t>
            </w:r>
          </w:p>
          <w:p w14:paraId="7017372E" w14:textId="77777777" w:rsidR="004E6130" w:rsidRPr="009C54AE" w:rsidRDefault="004E6130" w:rsidP="005C30A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155291D6" w:rsidR="004E6130" w:rsidRPr="00F55C64" w:rsidRDefault="005C30A4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1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informacyjno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5EF2551D" w:rsidR="00B3461C" w:rsidRPr="00F55C64" w:rsidRDefault="005C30A4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627DA57D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</w:t>
            </w:r>
            <w:r w:rsidR="005C30A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5830D5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8C0E883" w14:textId="77777777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 K., Teoria i praktyka zarządzania, PWE, Warszawa 2014</w:t>
            </w:r>
          </w:p>
          <w:p w14:paraId="2BA4CB13" w14:textId="43CF9CF3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arządzanie i organizacja pracy, wyd. URZ, Rzeszów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Korzeniowski L.F., Podstawy zarządzania organizacjami, Difin,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C73D40B" w:rsidR="00B3461C" w:rsidRP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Grzebyk M., Zarządzanie i jego główne funkcje, wyd. WSGiZ w Krakowie, Mielec 2012</w:t>
            </w:r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01619" w14:textId="77777777" w:rsidR="004B3B9C" w:rsidRDefault="004B3B9C" w:rsidP="00C16ABF">
      <w:pPr>
        <w:spacing w:after="0" w:line="240" w:lineRule="auto"/>
      </w:pPr>
      <w:r>
        <w:separator/>
      </w:r>
    </w:p>
  </w:endnote>
  <w:endnote w:type="continuationSeparator" w:id="0">
    <w:p w14:paraId="62BF7EAD" w14:textId="77777777" w:rsidR="004B3B9C" w:rsidRDefault="004B3B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72B72" w14:textId="77777777" w:rsidR="004B3B9C" w:rsidRDefault="004B3B9C" w:rsidP="00C16ABF">
      <w:pPr>
        <w:spacing w:after="0" w:line="240" w:lineRule="auto"/>
      </w:pPr>
      <w:r>
        <w:separator/>
      </w:r>
    </w:p>
  </w:footnote>
  <w:footnote w:type="continuationSeparator" w:id="0">
    <w:p w14:paraId="5AEB858F" w14:textId="77777777" w:rsidR="004B3B9C" w:rsidRDefault="004B3B9C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6E7"/>
    <w:rsid w:val="003A5B9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B9C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C080F"/>
    <w:rsid w:val="005C30A4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718B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8E03F6B"/>
    <w:rsid w:val="116A7471"/>
    <w:rsid w:val="12E39AFC"/>
    <w:rsid w:val="147F6B5D"/>
    <w:rsid w:val="226E4AEC"/>
    <w:rsid w:val="229DE857"/>
    <w:rsid w:val="2B0CBE31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E5EC2D-1F16-41C6-B839-32D4AEEF3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6BA9A5-5B4C-4FA5-B4BB-A2B91A0841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1090</Words>
  <Characters>6546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2019-02-06T12:12:00Z</cp:lastPrinted>
  <dcterms:created xsi:type="dcterms:W3CDTF">2020-10-25T18:28:00Z</dcterms:created>
  <dcterms:modified xsi:type="dcterms:W3CDTF">2020-12-11T09:37:00Z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